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84178C" w:rsidRPr="00794D11" w:rsidTr="00BE0E4B">
        <w:tc>
          <w:tcPr>
            <w:tcW w:w="2235" w:type="dxa"/>
            <w:shd w:val="clear" w:color="auto" w:fill="D9D9D9" w:themeFill="background1" w:themeFillShade="D9"/>
          </w:tcPr>
          <w:p w:rsidR="0084178C" w:rsidRPr="00794D11" w:rsidRDefault="00A34973" w:rsidP="008417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br w:type="page"/>
            </w:r>
            <w:r w:rsidR="0084178C"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84178C" w:rsidRPr="00794D11" w:rsidRDefault="0084178C" w:rsidP="008417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Peer Mentor Training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84178C" w:rsidRPr="00794D11" w:rsidRDefault="0084178C" w:rsidP="0084178C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>
              <w:rPr>
                <w:rFonts w:ascii="Arial" w:hAnsi="Arial" w:cs="Arial"/>
                <w:sz w:val="22"/>
              </w:rPr>
              <w:t>2 of 3</w:t>
            </w:r>
          </w:p>
        </w:tc>
      </w:tr>
      <w:tr w:rsidR="0084178C" w:rsidRPr="0084178C" w:rsidTr="00BE0E4B">
        <w:tc>
          <w:tcPr>
            <w:tcW w:w="2235" w:type="dxa"/>
            <w:shd w:val="clear" w:color="auto" w:fill="D9D9D9" w:themeFill="background1" w:themeFillShade="D9"/>
          </w:tcPr>
          <w:p w:rsidR="0084178C" w:rsidRPr="00794D11" w:rsidRDefault="0084178C" w:rsidP="0084178C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84178C" w:rsidRPr="00FA1903" w:rsidRDefault="0084178C" w:rsidP="00FA1903">
            <w:pPr>
              <w:rPr>
                <w:rFonts w:ascii="Arial" w:hAnsi="Arial" w:cs="Arial"/>
                <w:sz w:val="22"/>
              </w:rPr>
            </w:pPr>
            <w:r w:rsidRPr="00FA1903">
              <w:rPr>
                <w:rFonts w:ascii="Arial" w:hAnsi="Arial" w:cs="Arial"/>
                <w:sz w:val="22"/>
              </w:rPr>
              <w:t>Learning how to be a peer mentor</w:t>
            </w:r>
          </w:p>
        </w:tc>
      </w:tr>
      <w:tr w:rsidR="0084178C" w:rsidRPr="00A34973" w:rsidTr="00BE0E4B">
        <w:tc>
          <w:tcPr>
            <w:tcW w:w="2235" w:type="dxa"/>
            <w:shd w:val="clear" w:color="auto" w:fill="D9D9D9" w:themeFill="background1" w:themeFillShade="D9"/>
          </w:tcPr>
          <w:p w:rsidR="0084178C" w:rsidRPr="00A34973" w:rsidRDefault="0084178C" w:rsidP="0084178C">
            <w:pPr>
              <w:rPr>
                <w:rFonts w:ascii="Arial" w:hAnsi="Arial" w:cs="Arial"/>
                <w:sz w:val="22"/>
              </w:rPr>
            </w:pPr>
            <w:r w:rsidRPr="00A34973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84178C" w:rsidRPr="0084178C" w:rsidRDefault="0084178C" w:rsidP="0084178C">
            <w:pPr>
              <w:pStyle w:val="ListParagraph"/>
              <w:numPr>
                <w:ilvl w:val="0"/>
                <w:numId w:val="16"/>
              </w:numPr>
              <w:tabs>
                <w:tab w:val="left" w:pos="1005"/>
              </w:tabs>
              <w:jc w:val="both"/>
              <w:rPr>
                <w:rFonts w:ascii="Arial" w:hAnsi="Arial" w:cs="Arial"/>
                <w:sz w:val="22"/>
              </w:rPr>
            </w:pPr>
            <w:r w:rsidRPr="0084178C">
              <w:rPr>
                <w:rFonts w:ascii="Arial" w:hAnsi="Arial" w:cs="Arial"/>
                <w:sz w:val="22"/>
              </w:rPr>
              <w:t>To develop the team dynamic</w:t>
            </w:r>
          </w:p>
          <w:p w:rsidR="0084178C" w:rsidRDefault="0084178C" w:rsidP="0084178C">
            <w:pPr>
              <w:pStyle w:val="ListParagraph"/>
              <w:numPr>
                <w:ilvl w:val="0"/>
                <w:numId w:val="16"/>
              </w:numPr>
              <w:tabs>
                <w:tab w:val="left" w:pos="1005"/>
              </w:tabs>
              <w:jc w:val="both"/>
              <w:rPr>
                <w:rFonts w:ascii="Arial" w:hAnsi="Arial" w:cs="Arial"/>
                <w:sz w:val="22"/>
              </w:rPr>
            </w:pPr>
            <w:r w:rsidRPr="0084178C">
              <w:rPr>
                <w:rFonts w:ascii="Arial" w:hAnsi="Arial" w:cs="Arial"/>
                <w:sz w:val="22"/>
              </w:rPr>
              <w:t xml:space="preserve">To help you to empathise with your mentee by learning about how different people respond </w:t>
            </w:r>
          </w:p>
          <w:p w:rsidR="0084178C" w:rsidRPr="0084178C" w:rsidRDefault="0084178C" w:rsidP="0084178C">
            <w:pPr>
              <w:pStyle w:val="ListParagraph"/>
              <w:numPr>
                <w:ilvl w:val="0"/>
                <w:numId w:val="16"/>
              </w:numPr>
              <w:tabs>
                <w:tab w:val="left" w:pos="1005"/>
              </w:tabs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</w:t>
            </w:r>
            <w:r w:rsidRPr="0084178C">
              <w:rPr>
                <w:rFonts w:ascii="Arial" w:hAnsi="Arial" w:cs="Arial"/>
                <w:sz w:val="22"/>
              </w:rPr>
              <w:t xml:space="preserve"> practise peer mentoring </w:t>
            </w:r>
          </w:p>
          <w:p w:rsidR="0084178C" w:rsidRPr="0084178C" w:rsidRDefault="0084178C" w:rsidP="0084178C">
            <w:pPr>
              <w:pStyle w:val="ListParagraph"/>
              <w:numPr>
                <w:ilvl w:val="0"/>
                <w:numId w:val="16"/>
              </w:numPr>
              <w:tabs>
                <w:tab w:val="left" w:pos="1005"/>
              </w:tabs>
              <w:jc w:val="both"/>
              <w:rPr>
                <w:rFonts w:ascii="Arial" w:hAnsi="Arial" w:cs="Arial"/>
                <w:sz w:val="22"/>
              </w:rPr>
            </w:pPr>
            <w:r w:rsidRPr="0084178C">
              <w:rPr>
                <w:rFonts w:ascii="Arial" w:hAnsi="Arial" w:cs="Arial"/>
                <w:sz w:val="22"/>
              </w:rPr>
              <w:t xml:space="preserve">To know what to do if your mentee discloses something that </w:t>
            </w:r>
            <w:r w:rsidR="003869A4">
              <w:rPr>
                <w:rFonts w:ascii="Arial" w:hAnsi="Arial" w:cs="Arial"/>
                <w:sz w:val="22"/>
              </w:rPr>
              <w:t xml:space="preserve">may place </w:t>
            </w:r>
            <w:r w:rsidRPr="0084178C">
              <w:rPr>
                <w:rFonts w:ascii="Arial" w:hAnsi="Arial" w:cs="Arial"/>
                <w:sz w:val="22"/>
              </w:rPr>
              <w:t>them in danger</w:t>
            </w:r>
          </w:p>
        </w:tc>
      </w:tr>
      <w:tr w:rsidR="0084178C" w:rsidRPr="00A34973" w:rsidTr="00BE0E4B">
        <w:tc>
          <w:tcPr>
            <w:tcW w:w="2235" w:type="dxa"/>
            <w:shd w:val="clear" w:color="auto" w:fill="D9D9D9" w:themeFill="background1" w:themeFillShade="D9"/>
          </w:tcPr>
          <w:p w:rsidR="0084178C" w:rsidRPr="00794D11" w:rsidRDefault="0084178C" w:rsidP="0084178C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84178C" w:rsidRPr="00EB1031" w:rsidRDefault="0084178C" w:rsidP="0084178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 xml:space="preserve">Training </w:t>
            </w:r>
            <w:r w:rsidR="003869A4" w:rsidRPr="00EB1031">
              <w:rPr>
                <w:rFonts w:ascii="Arial" w:hAnsi="Arial" w:cs="Arial"/>
                <w:sz w:val="22"/>
              </w:rPr>
              <w:t>PowerPoint</w:t>
            </w:r>
          </w:p>
          <w:p w:rsidR="0084178C" w:rsidRPr="00EB1031" w:rsidRDefault="0084178C" w:rsidP="0084178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>Projector / Interactive Whiteboard</w:t>
            </w:r>
          </w:p>
          <w:p w:rsidR="0084178C" w:rsidRPr="00EB1031" w:rsidRDefault="0084178C" w:rsidP="0084178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>Large room set up in a flexible group setting (we recommend working in groups of 4-5 for most of the session)</w:t>
            </w:r>
          </w:p>
          <w:p w:rsidR="0084178C" w:rsidRPr="00EB1031" w:rsidRDefault="0084178C" w:rsidP="0084178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 xml:space="preserve">Paper Sheet: Revision Task (individual or group) </w:t>
            </w:r>
          </w:p>
          <w:p w:rsidR="0084178C" w:rsidRPr="00EB1031" w:rsidRDefault="0084178C" w:rsidP="0084178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>Paper Sheet: Self Awareness / Awareness of Others (individual)</w:t>
            </w:r>
          </w:p>
          <w:p w:rsidR="0084178C" w:rsidRPr="00EB1031" w:rsidRDefault="0084178C" w:rsidP="0084178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 xml:space="preserve">Paper Sheet: </w:t>
            </w:r>
            <w:r w:rsidR="003869A4">
              <w:rPr>
                <w:rFonts w:ascii="Arial" w:hAnsi="Arial" w:cs="Arial"/>
                <w:sz w:val="22"/>
              </w:rPr>
              <w:t>Practice Mentoring Mentee Roles</w:t>
            </w:r>
            <w:r w:rsidRPr="00EB1031">
              <w:rPr>
                <w:rFonts w:ascii="Arial" w:hAnsi="Arial" w:cs="Arial"/>
                <w:sz w:val="22"/>
              </w:rPr>
              <w:t xml:space="preserve"> (1 per triad)</w:t>
            </w:r>
          </w:p>
          <w:p w:rsidR="0084178C" w:rsidRPr="00EB1031" w:rsidRDefault="0084178C" w:rsidP="0084178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>Paper Sheet: P</w:t>
            </w:r>
            <w:r w:rsidR="003869A4">
              <w:rPr>
                <w:rFonts w:ascii="Arial" w:hAnsi="Arial" w:cs="Arial"/>
                <w:sz w:val="22"/>
              </w:rPr>
              <w:t>ractice Mentoring Observation Log</w:t>
            </w:r>
            <w:r w:rsidRPr="00EB1031">
              <w:rPr>
                <w:rFonts w:ascii="Arial" w:hAnsi="Arial" w:cs="Arial"/>
                <w:sz w:val="22"/>
              </w:rPr>
              <w:t xml:space="preserve"> (1 per triad)</w:t>
            </w:r>
          </w:p>
          <w:p w:rsidR="0084178C" w:rsidRPr="0084178C" w:rsidRDefault="004F2B43" w:rsidP="0084178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A5 cards (which students can turn into their own support card for Mentor Session 1)</w:t>
            </w:r>
          </w:p>
        </w:tc>
      </w:tr>
      <w:tr w:rsidR="0084178C" w:rsidRPr="0084178C" w:rsidTr="00BE0E4B">
        <w:tc>
          <w:tcPr>
            <w:tcW w:w="2235" w:type="dxa"/>
            <w:shd w:val="clear" w:color="auto" w:fill="D9D9D9" w:themeFill="background1" w:themeFillShade="D9"/>
          </w:tcPr>
          <w:p w:rsidR="0084178C" w:rsidRPr="00794D11" w:rsidRDefault="0084178C" w:rsidP="008417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Time: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84178C" w:rsidRPr="0084178C" w:rsidRDefault="0084178C" w:rsidP="008417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 hours</w:t>
            </w:r>
            <w:r w:rsidR="00CE3EF5">
              <w:rPr>
                <w:rFonts w:ascii="Arial" w:hAnsi="Arial" w:cs="Arial"/>
                <w:sz w:val="22"/>
              </w:rPr>
              <w:t xml:space="preserve"> (depends on how long you allow for safeguarding) </w:t>
            </w:r>
          </w:p>
        </w:tc>
      </w:tr>
    </w:tbl>
    <w:p w:rsidR="00A34973" w:rsidRDefault="00A34973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4"/>
        <w:gridCol w:w="6236"/>
        <w:gridCol w:w="4535"/>
        <w:gridCol w:w="2835"/>
      </w:tblGrid>
      <w:tr w:rsidR="007B3EA8" w:rsidRPr="00794D11" w:rsidTr="007B3EA8">
        <w:trPr>
          <w:tblHeader/>
        </w:trPr>
        <w:tc>
          <w:tcPr>
            <w:tcW w:w="1244" w:type="dxa"/>
            <w:vAlign w:val="center"/>
          </w:tcPr>
          <w:p w:rsidR="007B3EA8" w:rsidRPr="00794D11" w:rsidRDefault="007B3EA8" w:rsidP="007B3EA8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6" w:type="dxa"/>
            <w:vAlign w:val="center"/>
          </w:tcPr>
          <w:p w:rsidR="007B3EA8" w:rsidRPr="00794D11" w:rsidRDefault="007B3EA8" w:rsidP="007B3EA8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5" w:type="dxa"/>
            <w:vAlign w:val="center"/>
          </w:tcPr>
          <w:p w:rsidR="007B3EA8" w:rsidRPr="00794D11" w:rsidRDefault="007B3EA8" w:rsidP="007B3EA8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7B3EA8" w:rsidRPr="00794D11" w:rsidRDefault="007B3EA8" w:rsidP="007B3EA8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7B3EA8" w:rsidRPr="00794D11" w:rsidTr="007B3EA8">
        <w:tc>
          <w:tcPr>
            <w:tcW w:w="1244" w:type="dxa"/>
          </w:tcPr>
          <w:p w:rsidR="007B3EA8" w:rsidRPr="00794D11" w:rsidRDefault="007B3EA8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</w:tc>
        <w:tc>
          <w:tcPr>
            <w:tcW w:w="6236" w:type="dxa"/>
          </w:tcPr>
          <w:p w:rsidR="007B3EA8" w:rsidRPr="00CE3EF5" w:rsidRDefault="007B3EA8" w:rsidP="007B3EA8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CE3EF5">
              <w:rPr>
                <w:rFonts w:ascii="Arial" w:hAnsi="Arial" w:cs="Arial"/>
                <w:b/>
                <w:sz w:val="22"/>
              </w:rPr>
              <w:t>Icebreaker</w:t>
            </w:r>
          </w:p>
          <w:p w:rsidR="007B3EA8" w:rsidRPr="00794D11" w:rsidRDefault="007B3EA8" w:rsidP="007B3EA8">
            <w:pPr>
              <w:tabs>
                <w:tab w:val="left" w:pos="2461"/>
              </w:tabs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>Two truths and a lie</w:t>
            </w:r>
          </w:p>
        </w:tc>
        <w:tc>
          <w:tcPr>
            <w:tcW w:w="4535" w:type="dxa"/>
          </w:tcPr>
          <w:p w:rsidR="007B3EA8" w:rsidRDefault="007B3EA8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Building the team dynamic</w:t>
            </w:r>
          </w:p>
          <w:p w:rsidR="007B3EA8" w:rsidRDefault="007B3EA8" w:rsidP="007B3EA8">
            <w:pPr>
              <w:rPr>
                <w:rFonts w:ascii="Arial" w:hAnsi="Arial" w:cs="Arial"/>
                <w:sz w:val="22"/>
              </w:rPr>
            </w:pPr>
          </w:p>
          <w:p w:rsidR="007B3EA8" w:rsidRPr="00794D11" w:rsidRDefault="007B3EA8" w:rsidP="007B3E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7B3EA8" w:rsidRPr="00794D11" w:rsidRDefault="007B3EA8" w:rsidP="007B3EA8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This neatly flows into discussing the importance of body language in communication.  </w:t>
            </w:r>
          </w:p>
        </w:tc>
      </w:tr>
      <w:tr w:rsidR="007B3EA8" w:rsidRPr="00794D11" w:rsidTr="007B3EA8">
        <w:tc>
          <w:tcPr>
            <w:tcW w:w="1244" w:type="dxa"/>
          </w:tcPr>
          <w:p w:rsidR="007B3EA8" w:rsidRPr="00794D11" w:rsidRDefault="007B3EA8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</w:tc>
        <w:tc>
          <w:tcPr>
            <w:tcW w:w="6236" w:type="dxa"/>
          </w:tcPr>
          <w:p w:rsidR="007B3EA8" w:rsidRPr="00794D11" w:rsidRDefault="007B3EA8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Overview of session and objectives</w:t>
            </w:r>
          </w:p>
        </w:tc>
        <w:tc>
          <w:tcPr>
            <w:tcW w:w="4535" w:type="dxa"/>
          </w:tcPr>
          <w:p w:rsidR="007B3EA8" w:rsidRPr="00794D11" w:rsidRDefault="007B3EA8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Big picture understanding </w:t>
            </w:r>
          </w:p>
        </w:tc>
        <w:tc>
          <w:tcPr>
            <w:tcW w:w="2835" w:type="dxa"/>
          </w:tcPr>
          <w:p w:rsidR="007B3EA8" w:rsidRPr="00794D11" w:rsidRDefault="007B3EA8" w:rsidP="007B3EA8">
            <w:pPr>
              <w:rPr>
                <w:rFonts w:ascii="Arial" w:hAnsi="Arial" w:cs="Arial"/>
                <w:sz w:val="22"/>
              </w:rPr>
            </w:pPr>
          </w:p>
        </w:tc>
      </w:tr>
      <w:tr w:rsidR="007B3EA8" w:rsidRPr="00794D11" w:rsidTr="007B3EA8">
        <w:tc>
          <w:tcPr>
            <w:tcW w:w="1244" w:type="dxa"/>
          </w:tcPr>
          <w:p w:rsidR="007B3EA8" w:rsidRPr="00794D11" w:rsidRDefault="007B3EA8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</w:tc>
        <w:tc>
          <w:tcPr>
            <w:tcW w:w="6236" w:type="dxa"/>
          </w:tcPr>
          <w:p w:rsidR="007B3EA8" w:rsidRPr="00CE3EF5" w:rsidRDefault="007B3EA8" w:rsidP="007B3EA8">
            <w:pPr>
              <w:rPr>
                <w:rFonts w:ascii="Arial" w:hAnsi="Arial" w:cs="Arial"/>
                <w:b/>
                <w:sz w:val="22"/>
              </w:rPr>
            </w:pPr>
            <w:r w:rsidRPr="00CE3EF5">
              <w:rPr>
                <w:rFonts w:ascii="Arial" w:hAnsi="Arial" w:cs="Arial"/>
                <w:b/>
                <w:sz w:val="22"/>
              </w:rPr>
              <w:t>Recapping Training 1: Summary of a good peer mentor</w:t>
            </w:r>
          </w:p>
          <w:p w:rsidR="007B3EA8" w:rsidRPr="00EB1031" w:rsidRDefault="007B3EA8" w:rsidP="007B3EA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 xml:space="preserve">Give out task </w:t>
            </w:r>
            <w:r w:rsidRPr="007B3EA8">
              <w:rPr>
                <w:rFonts w:ascii="Arial" w:hAnsi="Arial" w:cs="Arial"/>
                <w:sz w:val="22"/>
              </w:rPr>
              <w:t>Revision Task</w:t>
            </w:r>
            <w:r w:rsidR="00CE3EF5">
              <w:rPr>
                <w:rFonts w:ascii="Arial" w:hAnsi="Arial" w:cs="Arial"/>
                <w:sz w:val="22"/>
              </w:rPr>
              <w:t xml:space="preserve"> </w:t>
            </w:r>
            <w:r w:rsidRPr="00EB1031">
              <w:rPr>
                <w:rFonts w:ascii="Arial" w:hAnsi="Arial" w:cs="Arial"/>
                <w:sz w:val="22"/>
              </w:rPr>
              <w:t xml:space="preserve">(individually or in groups) </w:t>
            </w:r>
          </w:p>
          <w:p w:rsidR="007B3EA8" w:rsidRPr="00A34973" w:rsidRDefault="007B3EA8" w:rsidP="007B3EA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 good peer mentor should / should not</w:t>
            </w:r>
          </w:p>
        </w:tc>
        <w:tc>
          <w:tcPr>
            <w:tcW w:w="4535" w:type="dxa"/>
          </w:tcPr>
          <w:p w:rsidR="007B3EA8" w:rsidRDefault="007B3EA8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Revising what a peer mentor is</w:t>
            </w:r>
          </w:p>
          <w:p w:rsidR="007B3EA8" w:rsidRDefault="007B3EA8" w:rsidP="007B3EA8">
            <w:pPr>
              <w:rPr>
                <w:rFonts w:ascii="Arial" w:hAnsi="Arial" w:cs="Arial"/>
                <w:sz w:val="22"/>
              </w:rPr>
            </w:pPr>
          </w:p>
          <w:p w:rsidR="007B3EA8" w:rsidRDefault="007B3EA8" w:rsidP="004F2B4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Allows </w:t>
            </w:r>
            <w:r w:rsidR="004F2B43">
              <w:rPr>
                <w:rFonts w:ascii="Arial" w:hAnsi="Arial" w:cs="Arial"/>
                <w:sz w:val="22"/>
              </w:rPr>
              <w:t>trainer</w:t>
            </w:r>
            <w:r>
              <w:rPr>
                <w:rFonts w:ascii="Arial" w:hAnsi="Arial" w:cs="Arial"/>
                <w:sz w:val="22"/>
              </w:rPr>
              <w:t xml:space="preserve"> to assess their learning from session 1 </w:t>
            </w:r>
          </w:p>
          <w:p w:rsidR="004F2B43" w:rsidRDefault="004F2B43" w:rsidP="004F2B43">
            <w:pPr>
              <w:rPr>
                <w:rFonts w:ascii="Arial" w:hAnsi="Arial" w:cs="Arial"/>
                <w:sz w:val="22"/>
              </w:rPr>
            </w:pPr>
          </w:p>
          <w:p w:rsidR="004F2B43" w:rsidRPr="00A34973" w:rsidRDefault="004F2B43" w:rsidP="004F2B4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Recaps core content for students who were absent </w:t>
            </w:r>
          </w:p>
        </w:tc>
        <w:tc>
          <w:tcPr>
            <w:tcW w:w="2835" w:type="dxa"/>
          </w:tcPr>
          <w:p w:rsidR="007B3EA8" w:rsidRDefault="007B3EA8" w:rsidP="007B3EA8">
            <w:pPr>
              <w:rPr>
                <w:rFonts w:ascii="Arial" w:hAnsi="Arial" w:cs="Arial"/>
                <w:i/>
                <w:sz w:val="22"/>
              </w:rPr>
            </w:pPr>
            <w:r w:rsidRPr="007B3EA8">
              <w:rPr>
                <w:rFonts w:ascii="Arial" w:hAnsi="Arial" w:cs="Arial"/>
                <w:i/>
                <w:sz w:val="22"/>
              </w:rPr>
              <w:t xml:space="preserve">This is also useful for students who may have missed training 1. </w:t>
            </w:r>
          </w:p>
          <w:p w:rsidR="007B3EA8" w:rsidRDefault="007B3EA8" w:rsidP="007B3EA8">
            <w:pPr>
              <w:rPr>
                <w:rFonts w:ascii="Arial" w:hAnsi="Arial" w:cs="Arial"/>
                <w:i/>
                <w:sz w:val="22"/>
              </w:rPr>
            </w:pPr>
          </w:p>
          <w:p w:rsidR="007B3EA8" w:rsidRPr="007B3EA8" w:rsidRDefault="007B3EA8" w:rsidP="007B3EA8">
            <w:pPr>
              <w:rPr>
                <w:rFonts w:ascii="Arial" w:hAnsi="Arial" w:cs="Arial"/>
                <w:i/>
                <w:sz w:val="22"/>
              </w:rPr>
            </w:pPr>
            <w:r w:rsidRPr="007B3EA8">
              <w:rPr>
                <w:rFonts w:ascii="Arial" w:hAnsi="Arial" w:cs="Arial"/>
                <w:i/>
                <w:sz w:val="22"/>
              </w:rPr>
              <w:t xml:space="preserve">If at all possible, re-introduce students to </w:t>
            </w:r>
            <w:r>
              <w:rPr>
                <w:rFonts w:ascii="Arial" w:hAnsi="Arial" w:cs="Arial"/>
                <w:i/>
                <w:sz w:val="22"/>
              </w:rPr>
              <w:t xml:space="preserve">the </w:t>
            </w:r>
            <w:r w:rsidRPr="007B3EA8">
              <w:rPr>
                <w:rFonts w:ascii="Arial" w:hAnsi="Arial" w:cs="Arial"/>
                <w:i/>
                <w:sz w:val="22"/>
              </w:rPr>
              <w:t xml:space="preserve">peer mentors </w:t>
            </w:r>
            <w:r>
              <w:rPr>
                <w:rFonts w:ascii="Arial" w:hAnsi="Arial" w:cs="Arial"/>
                <w:i/>
                <w:sz w:val="22"/>
              </w:rPr>
              <w:t xml:space="preserve">that they build in </w:t>
            </w:r>
            <w:r w:rsidRPr="007B3EA8">
              <w:rPr>
                <w:rFonts w:ascii="Arial" w:hAnsi="Arial" w:cs="Arial"/>
                <w:i/>
                <w:sz w:val="22"/>
              </w:rPr>
              <w:t>Training 1 (either physically or using photographs) to jog memories</w:t>
            </w:r>
          </w:p>
        </w:tc>
      </w:tr>
      <w:tr w:rsidR="007B3EA8" w:rsidRPr="00794D11" w:rsidTr="007B3EA8">
        <w:tc>
          <w:tcPr>
            <w:tcW w:w="1244" w:type="dxa"/>
          </w:tcPr>
          <w:p w:rsidR="007B3EA8" w:rsidRDefault="00CE3EF5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30-45 </w:t>
            </w:r>
            <w:proofErr w:type="spellStart"/>
            <w:r>
              <w:rPr>
                <w:rFonts w:ascii="Arial" w:hAnsi="Arial" w:cs="Arial"/>
                <w:sz w:val="22"/>
              </w:rPr>
              <w:lastRenderedPageBreak/>
              <w:t>Mins</w:t>
            </w:r>
            <w:proofErr w:type="spellEnd"/>
          </w:p>
        </w:tc>
        <w:tc>
          <w:tcPr>
            <w:tcW w:w="6236" w:type="dxa"/>
          </w:tcPr>
          <w:p w:rsidR="007B3EA8" w:rsidRPr="00CE3EF5" w:rsidRDefault="007B3EA8" w:rsidP="007B3EA8">
            <w:pPr>
              <w:rPr>
                <w:rFonts w:ascii="Arial" w:hAnsi="Arial" w:cs="Arial"/>
                <w:b/>
                <w:sz w:val="22"/>
              </w:rPr>
            </w:pPr>
            <w:r w:rsidRPr="00CE3EF5">
              <w:rPr>
                <w:rFonts w:ascii="Arial" w:hAnsi="Arial" w:cs="Arial"/>
                <w:b/>
                <w:sz w:val="22"/>
              </w:rPr>
              <w:lastRenderedPageBreak/>
              <w:t xml:space="preserve">Developing self-awareness and awareness of others </w:t>
            </w:r>
          </w:p>
          <w:p w:rsidR="007B3EA8" w:rsidRPr="00EB1031" w:rsidRDefault="007B3EA8" w:rsidP="007B3EA8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lastRenderedPageBreak/>
              <w:t xml:space="preserve">Individually pupils complete the first column of the </w:t>
            </w:r>
            <w:r w:rsidRPr="00EB1031">
              <w:rPr>
                <w:rFonts w:ascii="Arial" w:hAnsi="Arial" w:cs="Arial"/>
                <w:sz w:val="22"/>
                <w:u w:val="single"/>
              </w:rPr>
              <w:t xml:space="preserve">Self- Awareness / Awareness of Others </w:t>
            </w:r>
            <w:r w:rsidRPr="00EB1031">
              <w:rPr>
                <w:rFonts w:ascii="Arial" w:hAnsi="Arial" w:cs="Arial"/>
                <w:sz w:val="22"/>
              </w:rPr>
              <w:t xml:space="preserve">sheet – encourage students not to ponder but to answer quickly </w:t>
            </w:r>
          </w:p>
          <w:p w:rsidR="007B3EA8" w:rsidRPr="00EB1031" w:rsidRDefault="007B3EA8" w:rsidP="007B3EA8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>In groups, now discuss responses to generate a group response</w:t>
            </w:r>
          </w:p>
          <w:p w:rsidR="007B3EA8" w:rsidRPr="00EB1031" w:rsidRDefault="007B3EA8" w:rsidP="007B3EA8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>As a class, share group responses  (encourage all students to note down some key responses to their sheet)</w:t>
            </w:r>
          </w:p>
          <w:p w:rsidR="007B3EA8" w:rsidRPr="007B3EA8" w:rsidRDefault="007B3EA8" w:rsidP="004F2B43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2"/>
                <w:u w:val="single"/>
              </w:rPr>
            </w:pPr>
            <w:r w:rsidRPr="007B3EA8">
              <w:rPr>
                <w:rFonts w:ascii="Arial" w:hAnsi="Arial" w:cs="Arial"/>
                <w:sz w:val="22"/>
              </w:rPr>
              <w:t>Reflect: What did we learn from this activity</w:t>
            </w:r>
            <w:r>
              <w:rPr>
                <w:rFonts w:ascii="Arial" w:hAnsi="Arial" w:cs="Arial"/>
                <w:sz w:val="22"/>
              </w:rPr>
              <w:t>?  How will this learning be important in your role as a peer mentor?</w:t>
            </w:r>
          </w:p>
        </w:tc>
        <w:tc>
          <w:tcPr>
            <w:tcW w:w="4535" w:type="dxa"/>
          </w:tcPr>
          <w:p w:rsidR="004F2B43" w:rsidRDefault="007B3EA8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Students consider how they respond to a </w:t>
            </w:r>
            <w:r>
              <w:rPr>
                <w:rFonts w:ascii="Arial" w:hAnsi="Arial" w:cs="Arial"/>
                <w:sz w:val="22"/>
              </w:rPr>
              <w:lastRenderedPageBreak/>
              <w:t>range of situations and also learn how other might respond</w:t>
            </w:r>
            <w:r w:rsidR="004F2B43">
              <w:rPr>
                <w:rFonts w:ascii="Arial" w:hAnsi="Arial" w:cs="Arial"/>
                <w:sz w:val="22"/>
              </w:rPr>
              <w:t xml:space="preserve"> very differently</w:t>
            </w:r>
            <w:r>
              <w:rPr>
                <w:rFonts w:ascii="Arial" w:hAnsi="Arial" w:cs="Arial"/>
                <w:sz w:val="22"/>
              </w:rPr>
              <w:t xml:space="preserve"> to a similar situation</w:t>
            </w:r>
          </w:p>
          <w:p w:rsidR="004F2B43" w:rsidRDefault="004F2B43" w:rsidP="007B3EA8">
            <w:pPr>
              <w:rPr>
                <w:rFonts w:ascii="Arial" w:hAnsi="Arial" w:cs="Arial"/>
                <w:sz w:val="22"/>
              </w:rPr>
            </w:pPr>
          </w:p>
          <w:p w:rsidR="004F2B43" w:rsidRDefault="004F2B43" w:rsidP="004F2B4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</w:t>
            </w:r>
            <w:r w:rsidRPr="004F2B43">
              <w:rPr>
                <w:rFonts w:ascii="Arial" w:hAnsi="Arial" w:cs="Arial"/>
                <w:sz w:val="22"/>
              </w:rPr>
              <w:t>elp</w:t>
            </w:r>
            <w:r>
              <w:rPr>
                <w:rFonts w:ascii="Arial" w:hAnsi="Arial" w:cs="Arial"/>
                <w:sz w:val="22"/>
              </w:rPr>
              <w:t>s</w:t>
            </w:r>
            <w:r w:rsidRPr="004F2B43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students</w:t>
            </w:r>
            <w:r w:rsidRPr="004F2B43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to </w:t>
            </w:r>
            <w:r w:rsidRPr="004F2B43">
              <w:rPr>
                <w:rFonts w:ascii="Arial" w:hAnsi="Arial" w:cs="Arial"/>
                <w:sz w:val="22"/>
              </w:rPr>
              <w:t xml:space="preserve">empathise with </w:t>
            </w:r>
            <w:r>
              <w:rPr>
                <w:rFonts w:ascii="Arial" w:hAnsi="Arial" w:cs="Arial"/>
                <w:sz w:val="22"/>
              </w:rPr>
              <w:t xml:space="preserve">their </w:t>
            </w:r>
            <w:r w:rsidRPr="004F2B43">
              <w:rPr>
                <w:rFonts w:ascii="Arial" w:hAnsi="Arial" w:cs="Arial"/>
                <w:sz w:val="22"/>
              </w:rPr>
              <w:t xml:space="preserve">mentee by learning about how different people respond </w:t>
            </w:r>
          </w:p>
          <w:p w:rsidR="004F2B43" w:rsidRDefault="004F2B43" w:rsidP="004F2B43">
            <w:pPr>
              <w:rPr>
                <w:rFonts w:ascii="Arial" w:hAnsi="Arial" w:cs="Arial"/>
                <w:sz w:val="22"/>
              </w:rPr>
            </w:pPr>
          </w:p>
          <w:p w:rsidR="004F2B43" w:rsidRPr="004F2B43" w:rsidRDefault="004F2B43" w:rsidP="004F2B4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Develops their knowledge of each other and therefore strengthens the team dynamic</w:t>
            </w:r>
          </w:p>
          <w:p w:rsidR="007B3EA8" w:rsidRDefault="007B3EA8" w:rsidP="007B3E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7B3EA8" w:rsidRPr="004F2B43" w:rsidRDefault="004F2B43" w:rsidP="007B3EA8">
            <w:pPr>
              <w:rPr>
                <w:rFonts w:ascii="Arial" w:hAnsi="Arial" w:cs="Arial"/>
                <w:i/>
                <w:sz w:val="22"/>
              </w:rPr>
            </w:pPr>
            <w:r w:rsidRPr="004F2B43">
              <w:rPr>
                <w:rFonts w:ascii="Arial" w:hAnsi="Arial" w:cs="Arial"/>
                <w:i/>
                <w:sz w:val="22"/>
              </w:rPr>
              <w:lastRenderedPageBreak/>
              <w:t xml:space="preserve">Groups respond to </w:t>
            </w:r>
            <w:r w:rsidRPr="004F2B43">
              <w:rPr>
                <w:rFonts w:ascii="Arial" w:hAnsi="Arial" w:cs="Arial"/>
                <w:i/>
                <w:sz w:val="22"/>
              </w:rPr>
              <w:lastRenderedPageBreak/>
              <w:t xml:space="preserve">differently to this activity – be prepared to cut it short if they are losing focus. </w:t>
            </w:r>
          </w:p>
        </w:tc>
      </w:tr>
      <w:tr w:rsidR="007B3EA8" w:rsidRPr="00794D11" w:rsidTr="007B3EA8">
        <w:tc>
          <w:tcPr>
            <w:tcW w:w="14850" w:type="dxa"/>
            <w:gridSpan w:val="4"/>
          </w:tcPr>
          <w:p w:rsidR="007B3EA8" w:rsidRPr="00794D11" w:rsidRDefault="007B3EA8" w:rsidP="007B3EA8">
            <w:pPr>
              <w:tabs>
                <w:tab w:val="left" w:pos="6681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ab/>
              <w:t xml:space="preserve">BREAK </w:t>
            </w:r>
          </w:p>
        </w:tc>
      </w:tr>
      <w:tr w:rsidR="007B3EA8" w:rsidRPr="00794D11" w:rsidTr="007B3EA8">
        <w:tc>
          <w:tcPr>
            <w:tcW w:w="1244" w:type="dxa"/>
          </w:tcPr>
          <w:p w:rsidR="007B3EA8" w:rsidRDefault="00CE3EF5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30-45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236" w:type="dxa"/>
          </w:tcPr>
          <w:p w:rsidR="007B3EA8" w:rsidRDefault="007B3EA8" w:rsidP="007B3EA8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Practise Peer Mentoring</w:t>
            </w:r>
          </w:p>
          <w:p w:rsidR="004F2B43" w:rsidRPr="00EB1031" w:rsidRDefault="004F2B43" w:rsidP="004F2B43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 xml:space="preserve">Place students in triads (they should be familiar with this way of working from the Active Listening task in Training 1) </w:t>
            </w:r>
          </w:p>
          <w:p w:rsidR="004F2B43" w:rsidRPr="00EB1031" w:rsidRDefault="004F2B43" w:rsidP="004F2B43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>Give out</w:t>
            </w:r>
            <w:r w:rsidR="003869A4">
              <w:rPr>
                <w:rFonts w:ascii="Arial" w:hAnsi="Arial" w:cs="Arial"/>
                <w:sz w:val="22"/>
              </w:rPr>
              <w:t xml:space="preserve"> Mentee</w:t>
            </w:r>
            <w:r w:rsidRPr="00EB1031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EB1031">
              <w:rPr>
                <w:rFonts w:ascii="Arial" w:hAnsi="Arial" w:cs="Arial"/>
                <w:sz w:val="22"/>
              </w:rPr>
              <w:t>rolecards</w:t>
            </w:r>
            <w:proofErr w:type="spellEnd"/>
            <w:r w:rsidRPr="00EB1031">
              <w:rPr>
                <w:rFonts w:ascii="Arial" w:hAnsi="Arial" w:cs="Arial"/>
                <w:sz w:val="22"/>
              </w:rPr>
              <w:t xml:space="preserve"> and the Peer Mentoring Observation Sheet</w:t>
            </w:r>
          </w:p>
          <w:p w:rsidR="004F2B43" w:rsidRPr="00EB1031" w:rsidRDefault="004F2B43" w:rsidP="004F2B43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 xml:space="preserve">Each student will </w:t>
            </w:r>
            <w:r w:rsidR="003869A4">
              <w:rPr>
                <w:rFonts w:ascii="Arial" w:hAnsi="Arial" w:cs="Arial"/>
                <w:sz w:val="22"/>
              </w:rPr>
              <w:t xml:space="preserve">run their own mentoring session.  The session should focus in on homework at some point.  Each student will </w:t>
            </w:r>
            <w:r w:rsidRPr="00EB1031">
              <w:rPr>
                <w:rFonts w:ascii="Arial" w:hAnsi="Arial" w:cs="Arial"/>
                <w:sz w:val="22"/>
              </w:rPr>
              <w:t xml:space="preserve">adopt each role in turn: </w:t>
            </w:r>
          </w:p>
          <w:p w:rsidR="004F2B43" w:rsidRPr="00EB1031" w:rsidRDefault="004F2B43" w:rsidP="004F2B43">
            <w:pPr>
              <w:pStyle w:val="ListParagraph"/>
              <w:numPr>
                <w:ilvl w:val="1"/>
                <w:numId w:val="19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>Mentee – The student acting as mentee can choose one of the four roles to adopt (but shouldn’t tell the mentor which one they have chosen)</w:t>
            </w:r>
          </w:p>
          <w:p w:rsidR="004F2B43" w:rsidRPr="00EB1031" w:rsidRDefault="004F2B43" w:rsidP="004F2B43">
            <w:pPr>
              <w:pStyle w:val="ListParagraph"/>
              <w:numPr>
                <w:ilvl w:val="1"/>
                <w:numId w:val="19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>Mentor – Uses the Peer Mentoring Prompt Cards to attempt to mentor the student</w:t>
            </w:r>
          </w:p>
          <w:p w:rsidR="004F2B43" w:rsidRPr="007B3EA8" w:rsidRDefault="004F2B43" w:rsidP="003869A4">
            <w:pPr>
              <w:pStyle w:val="ListParagraph"/>
              <w:numPr>
                <w:ilvl w:val="1"/>
                <w:numId w:val="19"/>
              </w:num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>Observer – observes the mentor and gives feedback www/</w:t>
            </w:r>
            <w:proofErr w:type="spellStart"/>
            <w:r w:rsidRPr="00EB1031">
              <w:rPr>
                <w:rFonts w:ascii="Arial" w:hAnsi="Arial" w:cs="Arial"/>
                <w:sz w:val="22"/>
              </w:rPr>
              <w:t>ebi</w:t>
            </w:r>
            <w:proofErr w:type="spellEnd"/>
          </w:p>
        </w:tc>
        <w:tc>
          <w:tcPr>
            <w:tcW w:w="4535" w:type="dxa"/>
          </w:tcPr>
          <w:p w:rsidR="007B3EA8" w:rsidRDefault="00CE3EF5" w:rsidP="004F2B4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Allows them to practise in a low-stakes setting</w:t>
            </w:r>
          </w:p>
          <w:p w:rsidR="00CE3EF5" w:rsidRDefault="00CE3EF5" w:rsidP="004F2B43">
            <w:pPr>
              <w:rPr>
                <w:rFonts w:ascii="Arial" w:hAnsi="Arial" w:cs="Arial"/>
                <w:sz w:val="22"/>
              </w:rPr>
            </w:pPr>
          </w:p>
          <w:p w:rsidR="00CE3EF5" w:rsidRDefault="00CE3EF5" w:rsidP="004F2B4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Explores some of the issues that they might encounter in the role </w:t>
            </w:r>
          </w:p>
        </w:tc>
        <w:tc>
          <w:tcPr>
            <w:tcW w:w="2835" w:type="dxa"/>
          </w:tcPr>
          <w:p w:rsidR="007B3EA8" w:rsidRPr="00794D11" w:rsidRDefault="007B3EA8" w:rsidP="007B3EA8">
            <w:pPr>
              <w:rPr>
                <w:rFonts w:ascii="Arial" w:hAnsi="Arial" w:cs="Arial"/>
                <w:sz w:val="22"/>
              </w:rPr>
            </w:pPr>
          </w:p>
        </w:tc>
      </w:tr>
      <w:tr w:rsidR="007B3EA8" w:rsidRPr="00794D11" w:rsidTr="007B3EA8">
        <w:tc>
          <w:tcPr>
            <w:tcW w:w="1244" w:type="dxa"/>
          </w:tcPr>
          <w:p w:rsidR="007B3EA8" w:rsidRDefault="00CE3EF5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15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236" w:type="dxa"/>
          </w:tcPr>
          <w:p w:rsidR="007B3EA8" w:rsidRPr="00CE3EF5" w:rsidRDefault="004F2B43" w:rsidP="004F2B43">
            <w:pPr>
              <w:rPr>
                <w:rFonts w:ascii="Arial" w:hAnsi="Arial" w:cs="Arial"/>
                <w:b/>
                <w:sz w:val="22"/>
              </w:rPr>
            </w:pPr>
            <w:r w:rsidRPr="00CE3EF5">
              <w:rPr>
                <w:rFonts w:ascii="Arial" w:hAnsi="Arial" w:cs="Arial"/>
                <w:b/>
                <w:sz w:val="22"/>
              </w:rPr>
              <w:t xml:space="preserve">Reminders for my first Peer Mentor Session </w:t>
            </w:r>
          </w:p>
          <w:p w:rsidR="004F2B43" w:rsidRDefault="004F2B43" w:rsidP="004F2B4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Each students creates a small reminder card which they can use for their first peer mentor training session </w:t>
            </w:r>
          </w:p>
          <w:p w:rsidR="004F2B43" w:rsidRDefault="004F2B43" w:rsidP="004F2B4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It should include: </w:t>
            </w:r>
          </w:p>
          <w:p w:rsidR="004F2B43" w:rsidRDefault="004F2B43" w:rsidP="004F2B43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Questions to ask </w:t>
            </w:r>
          </w:p>
          <w:p w:rsidR="004F2B43" w:rsidRDefault="004F2B43" w:rsidP="004F2B43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Reminders e.g. smile</w:t>
            </w:r>
          </w:p>
          <w:p w:rsidR="004F2B43" w:rsidRPr="004F2B43" w:rsidRDefault="004F2B43" w:rsidP="004F2B43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Follow-up questions</w:t>
            </w:r>
          </w:p>
        </w:tc>
        <w:tc>
          <w:tcPr>
            <w:tcW w:w="4535" w:type="dxa"/>
          </w:tcPr>
          <w:p w:rsidR="007B3EA8" w:rsidRDefault="00CE3EF5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Recaps and summarises the learning</w:t>
            </w:r>
          </w:p>
          <w:p w:rsidR="00CE3EF5" w:rsidRDefault="00CE3EF5" w:rsidP="007B3EA8">
            <w:pPr>
              <w:rPr>
                <w:rFonts w:ascii="Arial" w:hAnsi="Arial" w:cs="Arial"/>
                <w:sz w:val="22"/>
              </w:rPr>
            </w:pPr>
          </w:p>
          <w:p w:rsidR="00CE3EF5" w:rsidRDefault="00CE3EF5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Takeaway task which can be used to reassure them before their first formal session.  </w:t>
            </w:r>
          </w:p>
        </w:tc>
        <w:tc>
          <w:tcPr>
            <w:tcW w:w="2835" w:type="dxa"/>
          </w:tcPr>
          <w:p w:rsidR="007B3EA8" w:rsidRPr="004F2B43" w:rsidRDefault="004F2B43" w:rsidP="007B3EA8">
            <w:pPr>
              <w:rPr>
                <w:rFonts w:ascii="Arial" w:hAnsi="Arial" w:cs="Arial"/>
                <w:i/>
                <w:sz w:val="22"/>
              </w:rPr>
            </w:pPr>
            <w:r w:rsidRPr="004F2B43">
              <w:rPr>
                <w:rFonts w:ascii="Arial" w:hAnsi="Arial" w:cs="Arial"/>
                <w:i/>
                <w:sz w:val="22"/>
              </w:rPr>
              <w:t xml:space="preserve">It is better if staff take responsibility for these.  They can be handed to the students at the meeting before the first peer mentoring session or on </w:t>
            </w:r>
            <w:r w:rsidRPr="004F2B43">
              <w:rPr>
                <w:rFonts w:ascii="Arial" w:hAnsi="Arial" w:cs="Arial"/>
                <w:i/>
                <w:sz w:val="22"/>
              </w:rPr>
              <w:lastRenderedPageBreak/>
              <w:t xml:space="preserve">the day.  </w:t>
            </w:r>
          </w:p>
        </w:tc>
      </w:tr>
      <w:tr w:rsidR="007B3EA8" w:rsidRPr="00794D11" w:rsidTr="007B3EA8">
        <w:tc>
          <w:tcPr>
            <w:tcW w:w="1244" w:type="dxa"/>
          </w:tcPr>
          <w:p w:rsidR="007B3EA8" w:rsidRPr="0084178C" w:rsidRDefault="00CE3EF5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Each school to decide.  </w:t>
            </w:r>
          </w:p>
        </w:tc>
        <w:tc>
          <w:tcPr>
            <w:tcW w:w="6236" w:type="dxa"/>
          </w:tcPr>
          <w:p w:rsidR="004F2B43" w:rsidRPr="00EB1031" w:rsidRDefault="004F2B43" w:rsidP="004F2B43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 xml:space="preserve">Each school has their own approach to this, but it must mention: </w:t>
            </w:r>
          </w:p>
          <w:p w:rsidR="004F2B43" w:rsidRPr="00EB1031" w:rsidRDefault="004F2B43" w:rsidP="004F2B43">
            <w:pPr>
              <w:pStyle w:val="ListParagraph"/>
              <w:numPr>
                <w:ilvl w:val="1"/>
                <w:numId w:val="22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>Who the safeguarding officers are (including who to report to if a concern is raised outside ‘mentoring’ hours)</w:t>
            </w:r>
          </w:p>
          <w:p w:rsidR="004F2B43" w:rsidRPr="00EB1031" w:rsidRDefault="004F2B43" w:rsidP="004F2B43">
            <w:pPr>
              <w:pStyle w:val="ListParagraph"/>
              <w:numPr>
                <w:ilvl w:val="1"/>
                <w:numId w:val="22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>That the mentor must never promise to keep a secret</w:t>
            </w:r>
          </w:p>
          <w:p w:rsidR="004F2B43" w:rsidRPr="00EB1031" w:rsidRDefault="004F2B43" w:rsidP="004F2B43">
            <w:pPr>
              <w:pStyle w:val="ListParagraph"/>
              <w:numPr>
                <w:ilvl w:val="1"/>
                <w:numId w:val="22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 xml:space="preserve">Some examples of the types of concerns that might need to be reported </w:t>
            </w:r>
          </w:p>
          <w:p w:rsidR="004F2B43" w:rsidRPr="00EB1031" w:rsidRDefault="004F2B43" w:rsidP="004F2B43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 xml:space="preserve">You might also mention: </w:t>
            </w:r>
          </w:p>
          <w:p w:rsidR="004F2B43" w:rsidRPr="00EB1031" w:rsidRDefault="004F2B43" w:rsidP="004F2B43">
            <w:pPr>
              <w:pStyle w:val="ListParagraph"/>
              <w:numPr>
                <w:ilvl w:val="1"/>
                <w:numId w:val="22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 xml:space="preserve">Dangers online including cyber bullying, posting of images </w:t>
            </w:r>
            <w:proofErr w:type="spellStart"/>
            <w:r w:rsidRPr="00EB1031">
              <w:rPr>
                <w:rFonts w:ascii="Arial" w:hAnsi="Arial" w:cs="Arial"/>
                <w:sz w:val="22"/>
              </w:rPr>
              <w:t>etc</w:t>
            </w:r>
            <w:proofErr w:type="spellEnd"/>
          </w:p>
          <w:p w:rsidR="004F2B43" w:rsidRPr="00EB1031" w:rsidRDefault="004F2B43" w:rsidP="004F2B43">
            <w:pPr>
              <w:pStyle w:val="ListParagraph"/>
              <w:numPr>
                <w:ilvl w:val="1"/>
                <w:numId w:val="22"/>
              </w:numPr>
              <w:rPr>
                <w:rFonts w:ascii="Arial" w:hAnsi="Arial" w:cs="Arial"/>
                <w:sz w:val="22"/>
                <w:u w:val="single"/>
              </w:rPr>
            </w:pPr>
            <w:r w:rsidRPr="00EB1031">
              <w:rPr>
                <w:rFonts w:ascii="Arial" w:hAnsi="Arial" w:cs="Arial"/>
                <w:sz w:val="22"/>
              </w:rPr>
              <w:t>Reporting students who do not disclose but who seem withdrawn / unhappy</w:t>
            </w:r>
          </w:p>
          <w:p w:rsidR="007B3EA8" w:rsidRDefault="004F2B43" w:rsidP="004F2B43">
            <w:pPr>
              <w:rPr>
                <w:rFonts w:ascii="Arial" w:hAnsi="Arial" w:cs="Arial"/>
                <w:sz w:val="22"/>
              </w:rPr>
            </w:pPr>
            <w:r w:rsidRPr="00EB1031">
              <w:rPr>
                <w:rFonts w:ascii="Arial" w:hAnsi="Arial" w:cs="Arial"/>
                <w:sz w:val="22"/>
              </w:rPr>
              <w:t>You may / may not wish to allow time for questions</w:t>
            </w:r>
          </w:p>
        </w:tc>
        <w:tc>
          <w:tcPr>
            <w:tcW w:w="4535" w:type="dxa"/>
          </w:tcPr>
          <w:p w:rsidR="007B3EA8" w:rsidRDefault="00CE3EF5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know what to do if a safeguarding issue occurs!  </w:t>
            </w:r>
          </w:p>
        </w:tc>
        <w:tc>
          <w:tcPr>
            <w:tcW w:w="2835" w:type="dxa"/>
          </w:tcPr>
          <w:p w:rsidR="007B3EA8" w:rsidRPr="00794D11" w:rsidRDefault="007B3EA8" w:rsidP="007B3EA8">
            <w:pPr>
              <w:rPr>
                <w:rFonts w:ascii="Arial" w:hAnsi="Arial" w:cs="Arial"/>
                <w:sz w:val="22"/>
              </w:rPr>
            </w:pPr>
          </w:p>
        </w:tc>
      </w:tr>
      <w:tr w:rsidR="007B3EA8" w:rsidRPr="00794D11" w:rsidTr="007B3EA8">
        <w:tc>
          <w:tcPr>
            <w:tcW w:w="1244" w:type="dxa"/>
          </w:tcPr>
          <w:p w:rsidR="007B3EA8" w:rsidRDefault="00CE3EF5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</w:tc>
        <w:tc>
          <w:tcPr>
            <w:tcW w:w="6236" w:type="dxa"/>
          </w:tcPr>
          <w:p w:rsidR="007B3EA8" w:rsidRPr="00FF435E" w:rsidRDefault="00CE3EF5" w:rsidP="007B3E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Next steps</w:t>
            </w:r>
          </w:p>
        </w:tc>
        <w:tc>
          <w:tcPr>
            <w:tcW w:w="4535" w:type="dxa"/>
          </w:tcPr>
          <w:p w:rsidR="007B3EA8" w:rsidRDefault="007B3EA8" w:rsidP="007B3E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7B3EA8" w:rsidRPr="00794D11" w:rsidRDefault="007B3EA8" w:rsidP="007B3EA8">
            <w:pPr>
              <w:rPr>
                <w:rFonts w:ascii="Arial" w:hAnsi="Arial" w:cs="Arial"/>
                <w:sz w:val="22"/>
              </w:rPr>
            </w:pPr>
          </w:p>
        </w:tc>
      </w:tr>
    </w:tbl>
    <w:p w:rsidR="0062368B" w:rsidRDefault="0062368B">
      <w:pPr>
        <w:rPr>
          <w:rFonts w:ascii="Arial" w:hAnsi="Arial" w:cs="Arial"/>
          <w:sz w:val="22"/>
        </w:rPr>
      </w:pPr>
    </w:p>
    <w:sectPr w:rsidR="0062368B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9A4" w:rsidRDefault="003869A4" w:rsidP="00D07164">
      <w:pPr>
        <w:spacing w:after="0" w:line="240" w:lineRule="auto"/>
      </w:pPr>
      <w:r>
        <w:separator/>
      </w:r>
    </w:p>
  </w:endnote>
  <w:endnote w:type="continuationSeparator" w:id="0">
    <w:p w:rsidR="003869A4" w:rsidRDefault="003869A4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A4" w:rsidRDefault="00F10319">
    <w:pPr>
      <w:pStyle w:val="Footer"/>
    </w:pP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9A4" w:rsidRDefault="003869A4" w:rsidP="00D07164">
      <w:pPr>
        <w:spacing w:after="0" w:line="240" w:lineRule="auto"/>
      </w:pPr>
      <w:r>
        <w:separator/>
      </w:r>
    </w:p>
  </w:footnote>
  <w:footnote w:type="continuationSeparator" w:id="0">
    <w:p w:rsidR="003869A4" w:rsidRDefault="003869A4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911"/>
    <w:multiLevelType w:val="hybridMultilevel"/>
    <w:tmpl w:val="5C1CF9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CC103B"/>
    <w:multiLevelType w:val="hybridMultilevel"/>
    <w:tmpl w:val="D83ADE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1856413F"/>
    <w:multiLevelType w:val="hybridMultilevel"/>
    <w:tmpl w:val="9EACDA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7D2DCD"/>
    <w:multiLevelType w:val="hybridMultilevel"/>
    <w:tmpl w:val="C032B6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B80AE7"/>
    <w:multiLevelType w:val="hybridMultilevel"/>
    <w:tmpl w:val="A82E57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EA6328"/>
    <w:multiLevelType w:val="hybridMultilevel"/>
    <w:tmpl w:val="B8D452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EE67E8"/>
    <w:multiLevelType w:val="hybridMultilevel"/>
    <w:tmpl w:val="EB524E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2D51F3"/>
    <w:multiLevelType w:val="hybridMultilevel"/>
    <w:tmpl w:val="6C2E82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1E55B6"/>
    <w:multiLevelType w:val="hybridMultilevel"/>
    <w:tmpl w:val="331ABA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D16D1"/>
    <w:multiLevelType w:val="hybridMultilevel"/>
    <w:tmpl w:val="27C632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47D4405"/>
    <w:multiLevelType w:val="hybridMultilevel"/>
    <w:tmpl w:val="26841B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65B52BC"/>
    <w:multiLevelType w:val="hybridMultilevel"/>
    <w:tmpl w:val="8C2851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623981"/>
    <w:multiLevelType w:val="hybridMultilevel"/>
    <w:tmpl w:val="852C7E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3A2768"/>
    <w:multiLevelType w:val="hybridMultilevel"/>
    <w:tmpl w:val="EE1A02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BF4785E"/>
    <w:multiLevelType w:val="hybridMultilevel"/>
    <w:tmpl w:val="131C9A40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DDF74B6"/>
    <w:multiLevelType w:val="hybridMultilevel"/>
    <w:tmpl w:val="76B8E2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334505"/>
    <w:multiLevelType w:val="hybridMultilevel"/>
    <w:tmpl w:val="0F2C6C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D8843EA"/>
    <w:multiLevelType w:val="hybridMultilevel"/>
    <w:tmpl w:val="4DF2AB66"/>
    <w:lvl w:ilvl="0" w:tplc="A78E9D6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65D17F7"/>
    <w:multiLevelType w:val="hybridMultilevel"/>
    <w:tmpl w:val="09FC46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7D04693"/>
    <w:multiLevelType w:val="hybridMultilevel"/>
    <w:tmpl w:val="DE202E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9DE7DAA"/>
    <w:multiLevelType w:val="hybridMultilevel"/>
    <w:tmpl w:val="E0D28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37E57"/>
    <w:multiLevelType w:val="hybridMultilevel"/>
    <w:tmpl w:val="C15EB6C2"/>
    <w:lvl w:ilvl="0" w:tplc="A78E9D6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7CA53B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33AC79A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166E8D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8FECAE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7268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78576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D2CE3F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08020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19"/>
  </w:num>
  <w:num w:numId="5">
    <w:abstractNumId w:val="21"/>
  </w:num>
  <w:num w:numId="6">
    <w:abstractNumId w:val="12"/>
  </w:num>
  <w:num w:numId="7">
    <w:abstractNumId w:val="6"/>
  </w:num>
  <w:num w:numId="8">
    <w:abstractNumId w:val="7"/>
  </w:num>
  <w:num w:numId="9">
    <w:abstractNumId w:val="15"/>
  </w:num>
  <w:num w:numId="10">
    <w:abstractNumId w:val="16"/>
  </w:num>
  <w:num w:numId="11">
    <w:abstractNumId w:val="9"/>
  </w:num>
  <w:num w:numId="12">
    <w:abstractNumId w:val="1"/>
  </w:num>
  <w:num w:numId="13">
    <w:abstractNumId w:val="10"/>
  </w:num>
  <w:num w:numId="14">
    <w:abstractNumId w:val="13"/>
  </w:num>
  <w:num w:numId="15">
    <w:abstractNumId w:val="17"/>
  </w:num>
  <w:num w:numId="16">
    <w:abstractNumId w:val="24"/>
  </w:num>
  <w:num w:numId="17">
    <w:abstractNumId w:val="11"/>
  </w:num>
  <w:num w:numId="18">
    <w:abstractNumId w:val="25"/>
  </w:num>
  <w:num w:numId="19">
    <w:abstractNumId w:val="0"/>
  </w:num>
  <w:num w:numId="20">
    <w:abstractNumId w:val="8"/>
  </w:num>
  <w:num w:numId="21">
    <w:abstractNumId w:val="18"/>
  </w:num>
  <w:num w:numId="22">
    <w:abstractNumId w:val="20"/>
  </w:num>
  <w:num w:numId="23">
    <w:abstractNumId w:val="27"/>
  </w:num>
  <w:num w:numId="24">
    <w:abstractNumId w:val="3"/>
  </w:num>
  <w:num w:numId="25">
    <w:abstractNumId w:val="5"/>
  </w:num>
  <w:num w:numId="26">
    <w:abstractNumId w:val="22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187174"/>
    <w:rsid w:val="00316C77"/>
    <w:rsid w:val="003234BD"/>
    <w:rsid w:val="00370853"/>
    <w:rsid w:val="003869A4"/>
    <w:rsid w:val="003C7047"/>
    <w:rsid w:val="0042241F"/>
    <w:rsid w:val="00474A8C"/>
    <w:rsid w:val="004F2B43"/>
    <w:rsid w:val="0062368B"/>
    <w:rsid w:val="00630A54"/>
    <w:rsid w:val="007061E6"/>
    <w:rsid w:val="00782A45"/>
    <w:rsid w:val="00794D11"/>
    <w:rsid w:val="007B3EA8"/>
    <w:rsid w:val="0084178C"/>
    <w:rsid w:val="008C459D"/>
    <w:rsid w:val="00953CE6"/>
    <w:rsid w:val="009B4BE8"/>
    <w:rsid w:val="009C1174"/>
    <w:rsid w:val="00A34973"/>
    <w:rsid w:val="00BE0E4B"/>
    <w:rsid w:val="00CE3EF5"/>
    <w:rsid w:val="00D07164"/>
    <w:rsid w:val="00D87CF6"/>
    <w:rsid w:val="00DB0029"/>
    <w:rsid w:val="00DB773A"/>
    <w:rsid w:val="00E14805"/>
    <w:rsid w:val="00E17BD6"/>
    <w:rsid w:val="00EE1E9D"/>
    <w:rsid w:val="00F10319"/>
    <w:rsid w:val="00F62F12"/>
    <w:rsid w:val="00FA1903"/>
    <w:rsid w:val="00FA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6BAAC-2872-4A73-839C-1B6F8E49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10629F2B</Template>
  <TotalTime>102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4</cp:revision>
  <cp:lastPrinted>2017-10-09T15:23:00Z</cp:lastPrinted>
  <dcterms:created xsi:type="dcterms:W3CDTF">2018-01-15T14:51:00Z</dcterms:created>
  <dcterms:modified xsi:type="dcterms:W3CDTF">2018-01-24T14:29:00Z</dcterms:modified>
</cp:coreProperties>
</file>